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B90469" w:rsidRDefault="007B2FFF" w:rsidP="00194D7A">
      <w:pPr>
        <w:pStyle w:val="Meziradek"/>
        <w:spacing w:before="360" w:after="360" w:line="276" w:lineRule="auto"/>
        <w:jc w:val="center"/>
        <w:outlineLvl w:val="0"/>
        <w:rPr>
          <w:rFonts w:ascii="Palatino Linotype" w:hAnsi="Palatino Linotype"/>
          <w:sz w:val="22"/>
          <w:szCs w:val="22"/>
        </w:rPr>
      </w:pPr>
      <w:r w:rsidRPr="00B90469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7B2FFF" w:rsidRPr="00A26FAB" w:rsidRDefault="007B2FFF" w:rsidP="00194D7A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2"/>
          <w:szCs w:val="22"/>
        </w:rPr>
      </w:pPr>
      <w:r w:rsidRPr="00B90469">
        <w:rPr>
          <w:rFonts w:ascii="Palatino Linotype" w:hAnsi="Palatino Linotype"/>
          <w:sz w:val="22"/>
          <w:szCs w:val="22"/>
        </w:rPr>
        <w:t>RADA HLAVNÍHO MĚSTA PRAHY</w:t>
      </w:r>
    </w:p>
    <w:p w:rsidR="007B2FFF" w:rsidRPr="00B90469" w:rsidRDefault="007B2FFF" w:rsidP="00194D7A">
      <w:pPr>
        <w:pStyle w:val="Usnesen"/>
        <w:spacing w:before="360" w:after="36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B90469">
        <w:rPr>
          <w:rFonts w:ascii="Palatino Linotype" w:hAnsi="Palatino Linotype"/>
          <w:spacing w:val="140"/>
          <w:szCs w:val="22"/>
        </w:rPr>
        <w:t>USNESENÍ</w:t>
      </w:r>
    </w:p>
    <w:p w:rsidR="007B2FFF" w:rsidRPr="00B90469" w:rsidRDefault="007B2FFF" w:rsidP="00194D7A">
      <w:pPr>
        <w:pStyle w:val="UsnKoho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Rady hlavního města Prahy</w:t>
      </w:r>
    </w:p>
    <w:p w:rsidR="007B2FFF" w:rsidRPr="00B90469" w:rsidRDefault="007B2FFF" w:rsidP="00194D7A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číslo</w:t>
      </w:r>
    </w:p>
    <w:p w:rsidR="007B2FFF" w:rsidRPr="00B90469" w:rsidRDefault="00A26FAB" w:rsidP="00194D7A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 xml:space="preserve">ze dne </w:t>
      </w:r>
    </w:p>
    <w:p w:rsidR="007B2FFF" w:rsidRPr="00B90469" w:rsidRDefault="00210132" w:rsidP="00194D7A">
      <w:pPr>
        <w:pStyle w:val="Subjekt"/>
        <w:spacing w:after="120" w:line="276" w:lineRule="auto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k</w:t>
      </w:r>
      <w:r w:rsidR="0098035A" w:rsidRPr="00B90469">
        <w:rPr>
          <w:rFonts w:ascii="Palatino Linotype" w:hAnsi="Palatino Linotype"/>
          <w:szCs w:val="22"/>
        </w:rPr>
        <w:t xml:space="preserve">e jmenování </w:t>
      </w:r>
      <w:r w:rsidR="0098035A" w:rsidRPr="00B04648">
        <w:rPr>
          <w:rFonts w:ascii="Palatino Linotype" w:hAnsi="Palatino Linotype"/>
          <w:szCs w:val="22"/>
          <w:highlight w:val="yellow"/>
        </w:rPr>
        <w:t xml:space="preserve">komise pro otevírání </w:t>
      </w:r>
      <w:r w:rsidR="00B04648" w:rsidRPr="00B04648">
        <w:rPr>
          <w:rFonts w:ascii="Palatino Linotype" w:hAnsi="Palatino Linotype"/>
          <w:szCs w:val="22"/>
          <w:highlight w:val="yellow"/>
        </w:rPr>
        <w:t>nabídek/hodn</w:t>
      </w:r>
      <w:r w:rsidR="00456BD2">
        <w:rPr>
          <w:rFonts w:ascii="Palatino Linotype" w:hAnsi="Palatino Linotype"/>
          <w:szCs w:val="22"/>
          <w:highlight w:val="yellow"/>
        </w:rPr>
        <w:t>oticí komise/komise pro jednání</w:t>
      </w:r>
      <w:r w:rsidR="00B04648" w:rsidRPr="00B04648">
        <w:rPr>
          <w:rFonts w:ascii="Palatino Linotype" w:hAnsi="Palatino Linotype"/>
          <w:szCs w:val="22"/>
          <w:highlight w:val="yellow"/>
        </w:rPr>
        <w:t>/komis</w:t>
      </w:r>
      <w:r w:rsidR="009412BD">
        <w:rPr>
          <w:rFonts w:ascii="Palatino Linotype" w:hAnsi="Palatino Linotype"/>
          <w:szCs w:val="22"/>
          <w:highlight w:val="yellow"/>
        </w:rPr>
        <w:t>e p</w:t>
      </w:r>
      <w:r w:rsidR="00B04648" w:rsidRPr="00B04648">
        <w:rPr>
          <w:rFonts w:ascii="Palatino Linotype" w:hAnsi="Palatino Linotype"/>
          <w:szCs w:val="22"/>
          <w:highlight w:val="yellow"/>
        </w:rPr>
        <w:t>ro posouzení kvalifikace</w:t>
      </w:r>
      <w:r w:rsidR="0098035A" w:rsidRPr="00B90469">
        <w:rPr>
          <w:rFonts w:ascii="Palatino Linotype" w:hAnsi="Palatino Linotype"/>
          <w:szCs w:val="22"/>
        </w:rPr>
        <w:t xml:space="preserve"> v zadávacím řízení pro veřejnou zakázku </w:t>
      </w:r>
      <w:r w:rsidR="001469E4" w:rsidRPr="00B90469">
        <w:rPr>
          <w:rFonts w:ascii="Palatino Linotype" w:hAnsi="Palatino Linotype"/>
          <w:szCs w:val="22"/>
        </w:rPr>
        <w:t>„</w:t>
      </w:r>
      <w:r w:rsidR="001469E4" w:rsidRPr="00B90469">
        <w:rPr>
          <w:rFonts w:ascii="Palatino Linotype" w:hAnsi="Palatino Linotype"/>
          <w:szCs w:val="22"/>
          <w:highlight w:val="yellow"/>
        </w:rPr>
        <w:t>Název veřejné zakázky</w:t>
      </w:r>
      <w:r w:rsidRPr="00B90469">
        <w:rPr>
          <w:rFonts w:ascii="Palatino Linotype" w:hAnsi="Palatino Linotype"/>
          <w:szCs w:val="22"/>
        </w:rPr>
        <w:t>“</w:t>
      </w:r>
    </w:p>
    <w:p w:rsidR="007B2FFF" w:rsidRPr="00B90469" w:rsidRDefault="007B2FFF" w:rsidP="00194D7A">
      <w:pPr>
        <w:pStyle w:val="Usntun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Rada hlavního města Prahy</w:t>
      </w:r>
      <w:bookmarkStart w:id="0" w:name="VH"/>
      <w:r w:rsidRPr="00B90469">
        <w:rPr>
          <w:rFonts w:ascii="Palatino Linotype" w:hAnsi="Palatino Linotype"/>
          <w:szCs w:val="22"/>
        </w:rPr>
        <w:t xml:space="preserve"> </w:t>
      </w:r>
      <w:bookmarkEnd w:id="0"/>
    </w:p>
    <w:p w:rsidR="00210132" w:rsidRPr="00B90469" w:rsidRDefault="00A26FAB" w:rsidP="00194D7A">
      <w:pPr>
        <w:pStyle w:val="NazevOdstavce"/>
        <w:spacing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I.</w:t>
      </w:r>
      <w:r w:rsidR="00210132" w:rsidRPr="00B90469">
        <w:rPr>
          <w:rFonts w:ascii="Palatino Linotype" w:hAnsi="Palatino Linotype"/>
        </w:rPr>
        <w:tab/>
      </w:r>
      <w:r w:rsidR="008E0181" w:rsidRPr="00B90469">
        <w:rPr>
          <w:rFonts w:ascii="Palatino Linotype" w:hAnsi="Palatino Linotype"/>
        </w:rPr>
        <w:t>schvaluje</w:t>
      </w:r>
    </w:p>
    <w:p w:rsidR="008E0181" w:rsidRPr="00B90469" w:rsidRDefault="0098035A" w:rsidP="00194D7A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jmenování </w:t>
      </w:r>
      <w:r w:rsidRPr="001215A6">
        <w:rPr>
          <w:rFonts w:ascii="Palatino Linotype" w:hAnsi="Palatino Linotype"/>
          <w:highlight w:val="yellow"/>
        </w:rPr>
        <w:t xml:space="preserve">komise pro otevírání </w:t>
      </w:r>
      <w:r w:rsidR="001215A6" w:rsidRPr="001215A6">
        <w:rPr>
          <w:rFonts w:ascii="Palatino Linotype" w:hAnsi="Palatino Linotype"/>
          <w:highlight w:val="yellow"/>
        </w:rPr>
        <w:t>nabídek/</w:t>
      </w:r>
      <w:r w:rsidR="00B04648" w:rsidRPr="001215A6">
        <w:rPr>
          <w:rFonts w:ascii="Palatino Linotype" w:hAnsi="Palatino Linotype"/>
          <w:highlight w:val="yellow"/>
        </w:rPr>
        <w:t>hodnoticí komis</w:t>
      </w:r>
      <w:r w:rsidR="00A26FAB">
        <w:rPr>
          <w:rFonts w:ascii="Palatino Linotype" w:hAnsi="Palatino Linotype"/>
          <w:highlight w:val="yellow"/>
        </w:rPr>
        <w:t>e/</w:t>
      </w:r>
      <w:r w:rsidR="00B04648" w:rsidRPr="00B04648">
        <w:rPr>
          <w:rFonts w:ascii="Palatino Linotype" w:hAnsi="Palatino Linotype"/>
          <w:highlight w:val="yellow"/>
        </w:rPr>
        <w:t xml:space="preserve">komise </w:t>
      </w:r>
      <w:r w:rsidR="00456BD2">
        <w:rPr>
          <w:rFonts w:ascii="Palatino Linotype" w:hAnsi="Palatino Linotype"/>
          <w:highlight w:val="yellow"/>
        </w:rPr>
        <w:t>pro jednání</w:t>
      </w:r>
      <w:r w:rsidR="00B04648">
        <w:rPr>
          <w:rFonts w:ascii="Palatino Linotype" w:hAnsi="Palatino Linotype"/>
          <w:highlight w:val="yellow"/>
        </w:rPr>
        <w:t>/</w:t>
      </w:r>
      <w:r w:rsidR="001215A6" w:rsidRPr="001215A6">
        <w:rPr>
          <w:rFonts w:ascii="Palatino Linotype" w:hAnsi="Palatino Linotype"/>
          <w:highlight w:val="yellow"/>
        </w:rPr>
        <w:t>komise pro posouzení kvalifikace</w:t>
      </w:r>
      <w:r w:rsidRPr="00B90469">
        <w:rPr>
          <w:rFonts w:ascii="Palatino Linotype" w:hAnsi="Palatino Linotype"/>
        </w:rPr>
        <w:t xml:space="preserve"> ve složení dle přílohy č. 1 tohoto usnesení </w:t>
      </w:r>
    </w:p>
    <w:p w:rsidR="00466EF4" w:rsidRPr="00B90469" w:rsidRDefault="00A26FAB" w:rsidP="00194D7A">
      <w:pPr>
        <w:pStyle w:val="NazevOdstavce"/>
        <w:spacing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II.</w:t>
      </w:r>
      <w:r w:rsidR="002A2B72" w:rsidRPr="00B90469">
        <w:rPr>
          <w:rFonts w:ascii="Palatino Linotype" w:hAnsi="Palatino Linotype"/>
        </w:rPr>
        <w:tab/>
      </w:r>
      <w:r w:rsidR="0098035A" w:rsidRPr="00B90469">
        <w:rPr>
          <w:rFonts w:ascii="Palatino Linotype" w:hAnsi="Palatino Linotype"/>
        </w:rPr>
        <w:t>ukládá</w:t>
      </w:r>
    </w:p>
    <w:p w:rsidR="0098035A" w:rsidRPr="00B90469" w:rsidRDefault="00A26FAB" w:rsidP="00194D7A">
      <w:pPr>
        <w:pStyle w:val="NositelUkolu1Bez"/>
        <w:spacing w:before="240" w:after="240" w:line="276" w:lineRule="auto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>1.</w:t>
      </w:r>
      <w:r w:rsidR="0098035A" w:rsidRPr="00B90469">
        <w:rPr>
          <w:rFonts w:ascii="Palatino Linotype" w:hAnsi="Palatino Linotype"/>
        </w:rPr>
        <w:tab/>
      </w:r>
      <w:r w:rsidR="0098035A" w:rsidRPr="00B90469">
        <w:rPr>
          <w:rFonts w:ascii="Palatino Linotype" w:hAnsi="Palatino Linotype"/>
          <w:highlight w:val="yellow"/>
          <w:u w:val="single"/>
        </w:rPr>
        <w:t>MHMP - XXX MHMP</w:t>
      </w:r>
    </w:p>
    <w:p w:rsidR="0098035A" w:rsidRPr="00B90469" w:rsidRDefault="00A26FAB" w:rsidP="00194D7A">
      <w:pPr>
        <w:pStyle w:val="Odstavec2Ukol"/>
        <w:spacing w:before="120"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1.</w:t>
      </w:r>
      <w:r w:rsidR="0098035A" w:rsidRPr="00B90469">
        <w:rPr>
          <w:rFonts w:ascii="Palatino Linotype" w:hAnsi="Palatino Linotype"/>
        </w:rPr>
        <w:tab/>
        <w:t xml:space="preserve">podepsat jmenování </w:t>
      </w:r>
      <w:r w:rsidR="0098035A" w:rsidRPr="001215A6">
        <w:rPr>
          <w:rFonts w:ascii="Palatino Linotype" w:hAnsi="Palatino Linotype"/>
          <w:highlight w:val="yellow"/>
        </w:rPr>
        <w:t xml:space="preserve">komise pro otevírání </w:t>
      </w:r>
      <w:r w:rsidR="00B04648">
        <w:rPr>
          <w:rFonts w:ascii="Palatino Linotype" w:hAnsi="Palatino Linotype"/>
          <w:highlight w:val="yellow"/>
        </w:rPr>
        <w:t>nabídek</w:t>
      </w:r>
      <w:r w:rsidR="001215A6">
        <w:rPr>
          <w:rFonts w:ascii="Palatino Linotype" w:hAnsi="Palatino Linotype"/>
          <w:highlight w:val="yellow"/>
        </w:rPr>
        <w:t>/</w:t>
      </w:r>
      <w:r w:rsidR="00B04648">
        <w:rPr>
          <w:rFonts w:ascii="Palatino Linotype" w:hAnsi="Palatino Linotype"/>
          <w:highlight w:val="yellow"/>
        </w:rPr>
        <w:t>hodnoticí komise</w:t>
      </w:r>
      <w:r w:rsidR="00456BD2">
        <w:rPr>
          <w:rFonts w:ascii="Palatino Linotype" w:hAnsi="Palatino Linotype"/>
          <w:highlight w:val="yellow"/>
        </w:rPr>
        <w:t>/komise pro jednání</w:t>
      </w:r>
      <w:r w:rsidR="00B04648">
        <w:rPr>
          <w:rFonts w:ascii="Palatino Linotype" w:hAnsi="Palatino Linotype"/>
          <w:highlight w:val="yellow"/>
        </w:rPr>
        <w:t>/</w:t>
      </w:r>
      <w:r w:rsidR="001215A6" w:rsidRPr="001215A6">
        <w:rPr>
          <w:rFonts w:ascii="Palatino Linotype" w:hAnsi="Palatino Linotype"/>
          <w:highlight w:val="yellow"/>
        </w:rPr>
        <w:t>komise pro posou</w:t>
      </w:r>
      <w:r w:rsidR="00B04648">
        <w:rPr>
          <w:rFonts w:ascii="Palatino Linotype" w:hAnsi="Palatino Linotype"/>
          <w:highlight w:val="yellow"/>
        </w:rPr>
        <w:t>zení kvalifikace</w:t>
      </w:r>
      <w:r w:rsidR="0098035A" w:rsidRPr="00B90469">
        <w:rPr>
          <w:rFonts w:ascii="Palatino Linotype" w:hAnsi="Palatino Linotype"/>
        </w:rPr>
        <w:t xml:space="preserve"> dle bodu I. tohoto usnesení </w:t>
      </w:r>
    </w:p>
    <w:p w:rsidR="0098035A" w:rsidRPr="00B90469" w:rsidRDefault="0098035A" w:rsidP="00194D7A">
      <w:pPr>
        <w:pStyle w:val="Ukol1"/>
        <w:spacing w:before="12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Kontrolní termín: </w:t>
      </w:r>
      <w:proofErr w:type="spellStart"/>
      <w:r w:rsidRPr="00B90469">
        <w:rPr>
          <w:rFonts w:ascii="Palatino Linotype" w:hAnsi="Palatino Linotype"/>
          <w:highlight w:val="yellow"/>
        </w:rPr>
        <w:t>xx</w:t>
      </w:r>
      <w:proofErr w:type="spellEnd"/>
      <w:r w:rsidRPr="00B90469">
        <w:rPr>
          <w:rFonts w:ascii="Palatino Linotype" w:hAnsi="Palatino Linotype"/>
          <w:highlight w:val="yellow"/>
        </w:rPr>
        <w:t xml:space="preserve">. </w:t>
      </w:r>
      <w:proofErr w:type="spellStart"/>
      <w:r w:rsidRPr="00B90469">
        <w:rPr>
          <w:rFonts w:ascii="Palatino Linotype" w:hAnsi="Palatino Linotype"/>
          <w:highlight w:val="yellow"/>
        </w:rPr>
        <w:t>xx</w:t>
      </w:r>
      <w:proofErr w:type="spellEnd"/>
      <w:r w:rsidRPr="00B90469">
        <w:rPr>
          <w:rFonts w:ascii="Palatino Linotype" w:hAnsi="Palatino Linotype"/>
          <w:highlight w:val="yellow"/>
        </w:rPr>
        <w:t xml:space="preserve">. </w:t>
      </w:r>
      <w:proofErr w:type="spellStart"/>
      <w:r w:rsidRPr="00B90469">
        <w:rPr>
          <w:rFonts w:ascii="Palatino Linotype" w:hAnsi="Palatino Linotype"/>
          <w:highlight w:val="yellow"/>
        </w:rPr>
        <w:t>xxxx</w:t>
      </w:r>
      <w:proofErr w:type="spellEnd"/>
    </w:p>
    <w:p w:rsidR="00B15429" w:rsidRPr="00B90469" w:rsidRDefault="00B15429" w:rsidP="00194D7A">
      <w:pPr>
        <w:pStyle w:val="UsnKoho"/>
        <w:spacing w:before="60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 xml:space="preserve">Adriana </w:t>
      </w:r>
      <w:proofErr w:type="spellStart"/>
      <w:r w:rsidRPr="00B90469">
        <w:rPr>
          <w:rFonts w:ascii="Palatino Linotype" w:hAnsi="Palatino Linotype"/>
          <w:szCs w:val="22"/>
        </w:rPr>
        <w:t>Krnáčová</w:t>
      </w:r>
      <w:proofErr w:type="spellEnd"/>
    </w:p>
    <w:p w:rsidR="00B15429" w:rsidRPr="00B90469" w:rsidRDefault="00B15429" w:rsidP="00194D7A">
      <w:pPr>
        <w:pStyle w:val="UsnKoho"/>
        <w:spacing w:line="276" w:lineRule="auto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primátorka hl.</w:t>
      </w:r>
      <w:r w:rsidR="00D31F6B">
        <w:rPr>
          <w:rFonts w:ascii="Palatino Linotype" w:hAnsi="Palatino Linotype"/>
          <w:szCs w:val="22"/>
        </w:rPr>
        <w:t xml:space="preserve"> </w:t>
      </w:r>
      <w:r w:rsidRPr="00B90469">
        <w:rPr>
          <w:rFonts w:ascii="Palatino Linotype" w:hAnsi="Palatino Linotype"/>
          <w:szCs w:val="22"/>
        </w:rPr>
        <w:t>m. Prahy</w:t>
      </w:r>
    </w:p>
    <w:p w:rsidR="00B15429" w:rsidRPr="00B90469" w:rsidRDefault="00B15429" w:rsidP="00194D7A">
      <w:pPr>
        <w:pStyle w:val="UsnKoho"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Petr Dolínek</w:t>
      </w:r>
    </w:p>
    <w:p w:rsidR="00B15429" w:rsidRPr="00B90469" w:rsidRDefault="00B15429" w:rsidP="00194D7A">
      <w:pPr>
        <w:pStyle w:val="UsnKoho"/>
        <w:spacing w:line="276" w:lineRule="auto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lastRenderedPageBreak/>
        <w:t>náměstek primátorky hl. m. Prahy</w:t>
      </w:r>
    </w:p>
    <w:p w:rsidR="007B2FFF" w:rsidRPr="00B90469" w:rsidRDefault="007B2FFF" w:rsidP="00194D7A">
      <w:pPr>
        <w:spacing w:before="1440" w:after="120" w:line="276" w:lineRule="auto"/>
        <w:rPr>
          <w:rFonts w:ascii="Palatino Linotype" w:hAnsi="Palatino Linotype"/>
          <w:szCs w:val="22"/>
        </w:rPr>
      </w:pPr>
      <w:proofErr w:type="gramStart"/>
      <w:r w:rsidRPr="00B90469">
        <w:rPr>
          <w:rFonts w:ascii="Palatino Linotype" w:hAnsi="Palatino Linotype"/>
          <w:szCs w:val="22"/>
          <w:u w:val="single"/>
        </w:rPr>
        <w:t>Předkladatel:</w:t>
      </w:r>
      <w:r w:rsidRPr="00B90469">
        <w:rPr>
          <w:rFonts w:ascii="Palatino Linotype" w:hAnsi="Palatino Linotype"/>
          <w:szCs w:val="22"/>
        </w:rPr>
        <w:t xml:space="preserve"> </w:t>
      </w:r>
      <w:r w:rsidRPr="00B90469">
        <w:rPr>
          <w:rFonts w:ascii="Palatino Linotype" w:hAnsi="Palatino Linotype"/>
          <w:szCs w:val="22"/>
        </w:rPr>
        <w:tab/>
      </w:r>
      <w:bookmarkStart w:id="1" w:name="U_Predkl1"/>
      <w:bookmarkStart w:id="2" w:name="PREDKLADA"/>
      <w:r w:rsidR="002A2B72" w:rsidRPr="00B90469">
        <w:rPr>
          <w:rFonts w:ascii="Palatino Linotype" w:hAnsi="Palatino Linotype"/>
          <w:szCs w:val="22"/>
          <w:highlight w:val="yellow"/>
        </w:rPr>
        <w:t>....................</w:t>
      </w:r>
      <w:bookmarkEnd w:id="1"/>
      <w:bookmarkEnd w:id="2"/>
      <w:proofErr w:type="gramEnd"/>
    </w:p>
    <w:p w:rsidR="007B2FFF" w:rsidRPr="00B90469" w:rsidRDefault="0098035A" w:rsidP="00194D7A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  <w:u w:val="single"/>
        </w:rPr>
        <w:t>T</w:t>
      </w:r>
      <w:r w:rsidR="007B2FFF" w:rsidRPr="00B90469">
        <w:rPr>
          <w:rFonts w:ascii="Palatino Linotype" w:hAnsi="Palatino Linotype"/>
          <w:szCs w:val="22"/>
          <w:u w:val="single"/>
        </w:rPr>
        <w:t>isk:</w:t>
      </w:r>
      <w:r w:rsidR="007B2FFF" w:rsidRPr="00B90469">
        <w:rPr>
          <w:rFonts w:ascii="Palatino Linotype" w:hAnsi="Palatino Linotype"/>
          <w:szCs w:val="22"/>
        </w:rPr>
        <w:tab/>
      </w:r>
      <w:bookmarkStart w:id="3" w:name="U_TiskC"/>
      <w:bookmarkStart w:id="4" w:name="TISK"/>
      <w:r w:rsidR="00210132" w:rsidRPr="00B90469">
        <w:rPr>
          <w:rFonts w:ascii="Palatino Linotype" w:hAnsi="Palatino Linotype"/>
          <w:szCs w:val="22"/>
        </w:rPr>
        <w:t>R-</w:t>
      </w:r>
      <w:bookmarkEnd w:id="3"/>
      <w:bookmarkEnd w:id="4"/>
      <w:r w:rsidR="002A2B72" w:rsidRPr="00B90469">
        <w:rPr>
          <w:rFonts w:ascii="Palatino Linotype" w:hAnsi="Palatino Linotype"/>
          <w:szCs w:val="22"/>
          <w:highlight w:val="yellow"/>
        </w:rPr>
        <w:t>XXXX</w:t>
      </w:r>
    </w:p>
    <w:p w:rsidR="007B2FFF" w:rsidRPr="00B90469" w:rsidRDefault="007B2FFF" w:rsidP="00194D7A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  <w:u w:val="single"/>
        </w:rPr>
        <w:t>Provede:</w:t>
      </w:r>
      <w:r w:rsidRPr="00B90469">
        <w:rPr>
          <w:rFonts w:ascii="Palatino Linotype" w:hAnsi="Palatino Linotype"/>
          <w:szCs w:val="22"/>
        </w:rPr>
        <w:tab/>
      </w:r>
      <w:r w:rsidR="00210132" w:rsidRPr="00B90469">
        <w:rPr>
          <w:rFonts w:ascii="Palatino Linotype" w:hAnsi="Palatino Linotype"/>
          <w:szCs w:val="22"/>
        </w:rPr>
        <w:t xml:space="preserve">MHMP - </w:t>
      </w:r>
      <w:r w:rsidR="002A2B72" w:rsidRPr="00B90469">
        <w:rPr>
          <w:rFonts w:ascii="Palatino Linotype" w:hAnsi="Palatino Linotype"/>
          <w:szCs w:val="22"/>
          <w:highlight w:val="yellow"/>
        </w:rPr>
        <w:t>XXX</w:t>
      </w:r>
      <w:r w:rsidR="00210132" w:rsidRPr="00B90469">
        <w:rPr>
          <w:rFonts w:ascii="Palatino Linotype" w:hAnsi="Palatino Linotype"/>
          <w:szCs w:val="22"/>
        </w:rPr>
        <w:t xml:space="preserve"> MHMP</w:t>
      </w:r>
    </w:p>
    <w:p w:rsidR="00E6097F" w:rsidRPr="00A26FAB" w:rsidRDefault="007B2FFF" w:rsidP="00194D7A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  <w:u w:val="single"/>
        </w:rPr>
        <w:t xml:space="preserve">Na </w:t>
      </w:r>
      <w:proofErr w:type="gramStart"/>
      <w:r w:rsidRPr="00B90469">
        <w:rPr>
          <w:rFonts w:ascii="Palatino Linotype" w:hAnsi="Palatino Linotype"/>
          <w:szCs w:val="22"/>
          <w:u w:val="single"/>
        </w:rPr>
        <w:t>vědomí:</w:t>
      </w:r>
      <w:r w:rsidRPr="00B90469">
        <w:rPr>
          <w:rFonts w:ascii="Palatino Linotype" w:hAnsi="Palatino Linotype"/>
          <w:szCs w:val="22"/>
        </w:rPr>
        <w:tab/>
      </w:r>
      <w:bookmarkStart w:id="5" w:name="U_Naved"/>
      <w:bookmarkStart w:id="6" w:name="NA_VEDOMI"/>
      <w:r w:rsidR="002A2B72" w:rsidRPr="00B90469">
        <w:rPr>
          <w:rFonts w:ascii="Palatino Linotype" w:hAnsi="Palatino Linotype"/>
          <w:szCs w:val="22"/>
          <w:highlight w:val="yellow"/>
        </w:rPr>
        <w:t>.....................................</w:t>
      </w:r>
      <w:bookmarkEnd w:id="5"/>
      <w:bookmarkEnd w:id="6"/>
      <w:proofErr w:type="gramEnd"/>
    </w:p>
    <w:p w:rsidR="00424FF2" w:rsidRPr="00B90469" w:rsidRDefault="00424FF2" w:rsidP="00194D7A">
      <w:pPr>
        <w:spacing w:before="240" w:after="240" w:line="276" w:lineRule="auto"/>
        <w:jc w:val="right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Důvodová zprava k tisku R-</w:t>
      </w:r>
      <w:proofErr w:type="spellStart"/>
      <w:r w:rsidRPr="00B90469">
        <w:rPr>
          <w:rFonts w:ascii="Palatino Linotype" w:hAnsi="Palatino Linotype"/>
          <w:szCs w:val="22"/>
          <w:highlight w:val="yellow"/>
        </w:rPr>
        <w:t>xxxx</w:t>
      </w:r>
      <w:proofErr w:type="spellEnd"/>
    </w:p>
    <w:p w:rsidR="00424FF2" w:rsidRPr="00B90469" w:rsidRDefault="00424FF2" w:rsidP="00194D7A">
      <w:pPr>
        <w:spacing w:before="120" w:after="240" w:line="276" w:lineRule="auto"/>
        <w:jc w:val="both"/>
        <w:rPr>
          <w:rFonts w:ascii="Palatino Linotype" w:hAnsi="Palatino Linotype"/>
          <w:b/>
          <w:szCs w:val="22"/>
        </w:rPr>
      </w:pPr>
      <w:r w:rsidRPr="00B90469">
        <w:rPr>
          <w:rFonts w:ascii="Palatino Linotype" w:hAnsi="Palatino Linotype"/>
          <w:b/>
          <w:szCs w:val="22"/>
        </w:rPr>
        <w:t>Základní údaje o zakázce: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836"/>
      </w:tblGrid>
      <w:tr w:rsidR="00424FF2" w:rsidRPr="00B90469" w:rsidTr="00424FF2">
        <w:trPr>
          <w:trHeight w:val="519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424FF2" w:rsidRPr="00B90469" w:rsidRDefault="00424FF2" w:rsidP="00194D7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1. Název zakázky</w:t>
            </w:r>
          </w:p>
          <w:p w:rsidR="00424FF2" w:rsidRPr="00B90469" w:rsidRDefault="00424FF2" w:rsidP="00194D7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(dále jen „</w:t>
            </w:r>
            <w:r w:rsidR="005F1726" w:rsidRPr="00B90469">
              <w:rPr>
                <w:rFonts w:ascii="Palatino Linotype" w:hAnsi="Palatino Linotype"/>
                <w:szCs w:val="22"/>
              </w:rPr>
              <w:t>z</w:t>
            </w:r>
            <w:r w:rsidRPr="00B90469">
              <w:rPr>
                <w:rFonts w:ascii="Palatino Linotype" w:hAnsi="Palatino Linotype"/>
                <w:szCs w:val="22"/>
              </w:rPr>
              <w:t>akázka“)</w:t>
            </w:r>
          </w:p>
        </w:tc>
        <w:tc>
          <w:tcPr>
            <w:tcW w:w="683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194D7A">
            <w:pPr>
              <w:spacing w:line="276" w:lineRule="auto"/>
              <w:jc w:val="both"/>
              <w:rPr>
                <w:rFonts w:ascii="Palatino Linotype" w:hAnsi="Palatino Linotype"/>
                <w:b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předmět zakázky – název – stejný jako v názvu tisku</w:t>
            </w:r>
            <w:r w:rsidRPr="00B90469">
              <w:rPr>
                <w:rFonts w:ascii="Palatino Linotype" w:hAnsi="Palatino Linotype"/>
                <w:b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B90469" w:rsidRDefault="00424FF2" w:rsidP="00194D7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2a. Zadavatel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194D7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Hlavní město Praha</w:t>
            </w:r>
          </w:p>
        </w:tc>
      </w:tr>
      <w:tr w:rsidR="00424FF2" w:rsidRPr="00B90469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B90469" w:rsidRDefault="00424FF2" w:rsidP="00194D7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2b. Zadávající složka</w:t>
            </w:r>
            <w:r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1"/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194D7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rPr>
          <w:trHeight w:val="1046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194D7A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3a. Schválení záměru veřejné zakázky</w:t>
            </w:r>
            <w:r w:rsidR="005F227C">
              <w:rPr>
                <w:rFonts w:ascii="Palatino Linotype" w:hAnsi="Palatino Linotype"/>
                <w:szCs w:val="22"/>
              </w:rPr>
              <w:t xml:space="preserve"> </w:t>
            </w:r>
          </w:p>
        </w:tc>
        <w:tc>
          <w:tcPr>
            <w:tcW w:w="68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FF4DBF" w:rsidRDefault="00424FF2" w:rsidP="00194D7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 xml:space="preserve">Záměr – </w:t>
            </w: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uvést č. usnesení RHMP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2712A7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 xml:space="preserve">3b. Koncepční materiál, na základě kterého se </w:t>
            </w:r>
            <w:r w:rsidR="002712A7">
              <w:rPr>
                <w:rFonts w:ascii="Palatino Linotype" w:hAnsi="Palatino Linotype"/>
                <w:szCs w:val="22"/>
              </w:rPr>
              <w:t>zakázka</w:t>
            </w:r>
            <w:r w:rsidRPr="00B90469">
              <w:rPr>
                <w:rFonts w:ascii="Palatino Linotype" w:hAnsi="Palatino Linotype"/>
                <w:szCs w:val="22"/>
              </w:rPr>
              <w:t xml:space="preserve"> zadává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194D7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="00C15D68">
              <w:rPr>
                <w:rFonts w:ascii="Palatino Linotype" w:hAnsi="Palatino Linotype"/>
                <w:i/>
                <w:szCs w:val="22"/>
                <w:highlight w:val="yellow"/>
                <w:lang w:val="en-US"/>
              </w:rPr>
              <w:t xml:space="preserve">ANO x NE; </w:t>
            </w:r>
            <w:proofErr w:type="spellStart"/>
            <w:r w:rsidR="00C15D68">
              <w:rPr>
                <w:rFonts w:ascii="Palatino Linotype" w:hAnsi="Palatino Linotype"/>
                <w:i/>
                <w:szCs w:val="22"/>
                <w:highlight w:val="yellow"/>
                <w:lang w:val="en-US"/>
              </w:rPr>
              <w:t>když</w:t>
            </w:r>
            <w:proofErr w:type="spellEnd"/>
            <w:r w:rsidR="00C15D68">
              <w:rPr>
                <w:rFonts w:ascii="Palatino Linotype" w:hAnsi="Palatino Linotype"/>
                <w:i/>
                <w:szCs w:val="22"/>
                <w:highlight w:val="yellow"/>
                <w:lang w:val="en-US"/>
              </w:rPr>
              <w:t xml:space="preserve"> ANO, </w:t>
            </w:r>
            <w:proofErr w:type="spellStart"/>
            <w:r w:rsidR="00C15D68">
              <w:rPr>
                <w:rFonts w:ascii="Palatino Linotype" w:hAnsi="Palatino Linotype"/>
                <w:i/>
                <w:szCs w:val="22"/>
                <w:highlight w:val="yellow"/>
                <w:lang w:val="en-US"/>
              </w:rPr>
              <w:t>tak</w:t>
            </w:r>
            <w:proofErr w:type="spellEnd"/>
            <w:r w:rsidR="00C15D68">
              <w:rPr>
                <w:rFonts w:ascii="Palatino Linotype" w:hAnsi="Palatino Linotype"/>
                <w:i/>
                <w:szCs w:val="22"/>
                <w:highlight w:val="yellow"/>
                <w:lang w:val="en-US"/>
              </w:rPr>
              <w:t xml:space="preserve"> 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existuje-</w:t>
            </w:r>
            <w:r w:rsidR="00A26FAB">
              <w:rPr>
                <w:rFonts w:ascii="Palatino Linotype" w:hAnsi="Palatino Linotype"/>
                <w:i/>
                <w:szCs w:val="22"/>
                <w:highlight w:val="yellow"/>
              </w:rPr>
              <w:t>li, pak jej zde konkretizujte/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pokud neexistuje, pak se uvede „není“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194D7A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3c. Zajištěno financování v rozpočtu HMP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194D7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ano/ne; pokud ano, odbor uvede i příslušnou kapitolu, § a položku rozpočtu]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D713A0" w:rsidP="00194D7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4</w:t>
            </w:r>
            <w:r w:rsidR="00424FF2" w:rsidRPr="00B90469">
              <w:rPr>
                <w:rFonts w:ascii="Palatino Linotype" w:hAnsi="Palatino Linotype"/>
                <w:szCs w:val="22"/>
              </w:rPr>
              <w:t>. Den zahájení</w:t>
            </w:r>
            <w:r w:rsidR="00424FF2"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2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194D7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uvést datum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D713A0" w:rsidP="00194D7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5</w:t>
            </w:r>
            <w:r w:rsidR="00424FF2" w:rsidRPr="00B90469">
              <w:rPr>
                <w:rFonts w:ascii="Palatino Linotype" w:hAnsi="Palatino Linotype"/>
                <w:szCs w:val="22"/>
              </w:rPr>
              <w:t>. Zákon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194D7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zákon č. 13</w:t>
            </w:r>
            <w:r w:rsidR="005F1726" w:rsidRPr="00B90469">
              <w:rPr>
                <w:rFonts w:ascii="Palatino Linotype" w:hAnsi="Palatino Linotype"/>
                <w:szCs w:val="22"/>
              </w:rPr>
              <w:t>4</w:t>
            </w:r>
            <w:r w:rsidRPr="00B90469">
              <w:rPr>
                <w:rFonts w:ascii="Palatino Linotype" w:hAnsi="Palatino Linotype"/>
                <w:szCs w:val="22"/>
              </w:rPr>
              <w:t>/20</w:t>
            </w:r>
            <w:r w:rsidR="005F1726" w:rsidRPr="00B90469">
              <w:rPr>
                <w:rFonts w:ascii="Palatino Linotype" w:hAnsi="Palatino Linotype"/>
                <w:szCs w:val="22"/>
              </w:rPr>
              <w:t>1</w:t>
            </w:r>
            <w:r w:rsidRPr="00B90469">
              <w:rPr>
                <w:rFonts w:ascii="Palatino Linotype" w:hAnsi="Palatino Linotype"/>
                <w:szCs w:val="22"/>
              </w:rPr>
              <w:t xml:space="preserve">6 Sb., o </w:t>
            </w:r>
            <w:r w:rsidR="005F1726" w:rsidRPr="00B90469">
              <w:rPr>
                <w:rFonts w:ascii="Palatino Linotype" w:hAnsi="Palatino Linotype"/>
                <w:szCs w:val="22"/>
              </w:rPr>
              <w:t>zadávání veřejných zakázek</w:t>
            </w:r>
            <w:r w:rsidRPr="00B90469">
              <w:rPr>
                <w:rFonts w:ascii="Palatino Linotype" w:hAnsi="Palatino Linotype"/>
                <w:szCs w:val="22"/>
              </w:rPr>
              <w:t xml:space="preserve"> (dále jen „</w:t>
            </w:r>
            <w:r w:rsidR="005F1726" w:rsidRPr="00B90469">
              <w:rPr>
                <w:rFonts w:ascii="Palatino Linotype" w:hAnsi="Palatino Linotype"/>
                <w:szCs w:val="22"/>
              </w:rPr>
              <w:t>Z</w:t>
            </w:r>
            <w:r w:rsidRPr="00B90469">
              <w:rPr>
                <w:rFonts w:ascii="Palatino Linotype" w:hAnsi="Palatino Linotype"/>
                <w:szCs w:val="22"/>
              </w:rPr>
              <w:t>ZVZ“)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D713A0" w:rsidP="00194D7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6</w:t>
            </w:r>
            <w:r w:rsidR="00424FF2" w:rsidRPr="00B90469">
              <w:rPr>
                <w:rFonts w:ascii="Palatino Linotype" w:hAnsi="Palatino Linotype"/>
                <w:szCs w:val="22"/>
              </w:rPr>
              <w:t>. Typ zakázky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194D7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[dodávky, služby, stavební práce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D713A0" w:rsidP="00194D7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7</w:t>
            </w:r>
            <w:r w:rsidR="00424FF2" w:rsidRPr="00B90469">
              <w:rPr>
                <w:rFonts w:ascii="Palatino Linotype" w:hAnsi="Palatino Linotype"/>
                <w:szCs w:val="22"/>
              </w:rPr>
              <w:t>. Zastoupení odborným poradcem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194D7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 xml:space="preserve">ANO x NE; když ANO </w:t>
            </w:r>
            <w:r w:rsidR="005F1726" w:rsidRPr="00B90469">
              <w:rPr>
                <w:rFonts w:ascii="Palatino Linotype" w:hAnsi="Palatino Linotype"/>
                <w:i/>
                <w:szCs w:val="22"/>
                <w:highlight w:val="yellow"/>
              </w:rPr>
              <w:t>- identifikace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D713A0" w:rsidP="00194D7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8</w:t>
            </w:r>
            <w:r w:rsidR="00424FF2" w:rsidRPr="00B90469">
              <w:rPr>
                <w:rFonts w:ascii="Palatino Linotype" w:hAnsi="Palatino Linotype"/>
                <w:szCs w:val="22"/>
              </w:rPr>
              <w:t>. Předpokládaná hodnota Kč bez DPH</w:t>
            </w:r>
            <w:r w:rsidR="00424FF2"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3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194D7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předpokládaná hodnota zakázky – uvádí se v Kč bez DPH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B90469" w:rsidRDefault="00D713A0" w:rsidP="00194D7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9</w:t>
            </w:r>
            <w:r w:rsidR="00424FF2" w:rsidRPr="00B90469">
              <w:rPr>
                <w:rFonts w:ascii="Palatino Linotype" w:hAnsi="Palatino Linotype"/>
                <w:szCs w:val="22"/>
              </w:rPr>
              <w:t>. Druh řízení</w:t>
            </w:r>
          </w:p>
        </w:tc>
        <w:tc>
          <w:tcPr>
            <w:tcW w:w="68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B04648" w:rsidP="00194D7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>
              <w:rPr>
                <w:rFonts w:ascii="Palatino Linotype" w:hAnsi="Palatino Linotype"/>
                <w:i/>
                <w:szCs w:val="22"/>
              </w:rPr>
              <w:t>Jednací řízení bez uveřejnění</w:t>
            </w:r>
          </w:p>
        </w:tc>
      </w:tr>
      <w:tr w:rsidR="00424FF2" w:rsidRPr="00B90469" w:rsidTr="00424FF2">
        <w:tc>
          <w:tcPr>
            <w:tcW w:w="921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194D7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Další relevantní údaje o zakázce</w:t>
            </w:r>
            <w:r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4"/>
            </w:r>
            <w:r w:rsidRPr="00B90469">
              <w:rPr>
                <w:rFonts w:ascii="Palatino Linotype" w:hAnsi="Palatino Linotype"/>
                <w:szCs w:val="22"/>
              </w:rPr>
              <w:t>:</w:t>
            </w:r>
          </w:p>
          <w:p w:rsidR="00424FF2" w:rsidRPr="00B90469" w:rsidRDefault="00424FF2" w:rsidP="00194D7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lastRenderedPageBreak/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  <w:p w:rsidR="00424FF2" w:rsidRPr="00B90469" w:rsidRDefault="00424FF2" w:rsidP="00194D7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</w:p>
        </w:tc>
      </w:tr>
    </w:tbl>
    <w:p w:rsidR="00424FF2" w:rsidRPr="003E46D3" w:rsidRDefault="00424FF2" w:rsidP="00194D7A">
      <w:pPr>
        <w:spacing w:before="240" w:after="120" w:line="276" w:lineRule="auto"/>
        <w:jc w:val="both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lastRenderedPageBreak/>
        <w:t xml:space="preserve">Předmětem tohoto tisku je návrh na jmenování </w:t>
      </w:r>
      <w:r w:rsidR="00B04648" w:rsidRPr="001215A6">
        <w:rPr>
          <w:rFonts w:ascii="Palatino Linotype" w:hAnsi="Palatino Linotype"/>
          <w:highlight w:val="yellow"/>
        </w:rPr>
        <w:t xml:space="preserve">komise pro otevírání </w:t>
      </w:r>
      <w:r w:rsidR="00B04648">
        <w:rPr>
          <w:rFonts w:ascii="Palatino Linotype" w:hAnsi="Palatino Linotype"/>
          <w:highlight w:val="yellow"/>
        </w:rPr>
        <w:t>nabídek/hodnoticí komise</w:t>
      </w:r>
      <w:r w:rsidR="00456BD2">
        <w:rPr>
          <w:rFonts w:ascii="Palatino Linotype" w:hAnsi="Palatino Linotype"/>
          <w:highlight w:val="yellow"/>
        </w:rPr>
        <w:t>/komise pro jednání</w:t>
      </w:r>
      <w:r w:rsidR="00B04648">
        <w:rPr>
          <w:rFonts w:ascii="Palatino Linotype" w:hAnsi="Palatino Linotype"/>
          <w:highlight w:val="yellow"/>
        </w:rPr>
        <w:t>/</w:t>
      </w:r>
      <w:r w:rsidR="00B04648" w:rsidRPr="001215A6">
        <w:rPr>
          <w:rFonts w:ascii="Palatino Linotype" w:hAnsi="Palatino Linotype"/>
          <w:highlight w:val="yellow"/>
        </w:rPr>
        <w:t>komise pro posou</w:t>
      </w:r>
      <w:r w:rsidR="00B04648">
        <w:rPr>
          <w:rFonts w:ascii="Palatino Linotype" w:hAnsi="Palatino Linotype"/>
          <w:highlight w:val="yellow"/>
        </w:rPr>
        <w:t>zení kvalifikace</w:t>
      </w:r>
      <w:r w:rsidR="005F1726" w:rsidRPr="00B90469">
        <w:rPr>
          <w:rFonts w:ascii="Palatino Linotype" w:hAnsi="Palatino Linotype"/>
          <w:szCs w:val="22"/>
        </w:rPr>
        <w:t>.</w:t>
      </w:r>
    </w:p>
    <w:sectPr w:rsidR="00424FF2" w:rsidRPr="003E46D3" w:rsidSect="00A26FAB">
      <w:headerReference w:type="first" r:id="rId8"/>
      <w:pgSz w:w="11906" w:h="16838" w:code="9"/>
      <w:pgMar w:top="992" w:right="1134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F57" w:rsidRDefault="00946F57">
      <w:r>
        <w:separator/>
      </w:r>
    </w:p>
  </w:endnote>
  <w:endnote w:type="continuationSeparator" w:id="0">
    <w:p w:rsidR="00946F57" w:rsidRDefault="00946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F57" w:rsidRDefault="00946F57">
      <w:r>
        <w:separator/>
      </w:r>
    </w:p>
  </w:footnote>
  <w:footnote w:type="continuationSeparator" w:id="0">
    <w:p w:rsidR="00946F57" w:rsidRDefault="00946F57">
      <w:r>
        <w:continuationSeparator/>
      </w:r>
    </w:p>
  </w:footnote>
  <w:footnote w:id="1">
    <w:p w:rsidR="005F227C" w:rsidRPr="00A26FAB" w:rsidRDefault="005F227C" w:rsidP="00A25936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A26FAB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A26FAB">
        <w:rPr>
          <w:rFonts w:ascii="Palatino Linotype" w:hAnsi="Palatino Linotype"/>
          <w:sz w:val="18"/>
          <w:szCs w:val="18"/>
        </w:rPr>
        <w:t xml:space="preserve"> Např. odbor MHMP, Městská policie HMP aj.</w:t>
      </w:r>
    </w:p>
  </w:footnote>
  <w:footnote w:id="2">
    <w:p w:rsidR="005F227C" w:rsidRPr="00A26FAB" w:rsidRDefault="005F227C" w:rsidP="00A25936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A26FAB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A26FAB">
        <w:rPr>
          <w:rFonts w:ascii="Palatino Linotype" w:hAnsi="Palatino Linotype"/>
          <w:sz w:val="18"/>
          <w:szCs w:val="18"/>
        </w:rPr>
        <w:t xml:space="preserve"> ust. § 63 an. ZZVZ</w:t>
      </w:r>
    </w:p>
  </w:footnote>
  <w:footnote w:id="3">
    <w:p w:rsidR="005F227C" w:rsidRPr="00B82169" w:rsidRDefault="005F227C" w:rsidP="00A25936">
      <w:pPr>
        <w:pStyle w:val="Textpoznpodarou"/>
        <w:jc w:val="both"/>
        <w:rPr>
          <w:rFonts w:ascii="Palatino Linotype" w:hAnsi="Palatino Linotype"/>
        </w:rPr>
      </w:pPr>
      <w:r w:rsidRPr="00A26FAB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A26FAB">
        <w:rPr>
          <w:rFonts w:ascii="Palatino Linotype" w:hAnsi="Palatino Linotype"/>
          <w:sz w:val="18"/>
          <w:szCs w:val="18"/>
        </w:rPr>
        <w:t xml:space="preserve"> Při stan</w:t>
      </w:r>
      <w:r w:rsidR="006D0BE5">
        <w:rPr>
          <w:rFonts w:ascii="Palatino Linotype" w:hAnsi="Palatino Linotype"/>
          <w:sz w:val="18"/>
          <w:szCs w:val="18"/>
        </w:rPr>
        <w:t>ovení předpokládané hodnoty byla brána</w:t>
      </w:r>
      <w:r w:rsidRPr="00A26FAB">
        <w:rPr>
          <w:rFonts w:ascii="Palatino Linotype" w:hAnsi="Palatino Linotype"/>
          <w:sz w:val="18"/>
          <w:szCs w:val="18"/>
        </w:rPr>
        <w:t xml:space="preserve"> v úvahu všechna možná spolu související plnění ve smyslu zejm. ust. § 16 ZZVZ; bliž</w:t>
      </w:r>
      <w:r w:rsidR="002712A7">
        <w:rPr>
          <w:rFonts w:ascii="Palatino Linotype" w:hAnsi="Palatino Linotype"/>
          <w:sz w:val="18"/>
          <w:szCs w:val="18"/>
        </w:rPr>
        <w:t>ší údaje obsahuje dokumentace zakázky</w:t>
      </w:r>
    </w:p>
  </w:footnote>
  <w:footnote w:id="4">
    <w:p w:rsidR="005F227C" w:rsidRPr="003E46D3" w:rsidRDefault="005F227C" w:rsidP="00A25936">
      <w:pPr>
        <w:pStyle w:val="Textpoznpodarou"/>
        <w:jc w:val="both"/>
        <w:rPr>
          <w:sz w:val="18"/>
          <w:szCs w:val="18"/>
        </w:rPr>
      </w:pPr>
      <w:r w:rsidRPr="003E46D3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3E46D3">
        <w:rPr>
          <w:rFonts w:ascii="Palatino Linotype" w:hAnsi="Palatino Linotype"/>
          <w:sz w:val="18"/>
          <w:szCs w:val="18"/>
        </w:rPr>
        <w:t xml:space="preserve"> Vždy alespoň velmi stručný popis průběhu řízení a stavu, ve kterém se nachází, popř. jiné relevantní informace ve vztahu k </w:t>
      </w:r>
      <w:r w:rsidR="00892708">
        <w:rPr>
          <w:rFonts w:ascii="Palatino Linotype" w:hAnsi="Palatino Linotype"/>
          <w:sz w:val="18"/>
          <w:szCs w:val="18"/>
        </w:rPr>
        <w:t>druhu</w:t>
      </w:r>
      <w:r w:rsidRPr="003E46D3">
        <w:rPr>
          <w:rFonts w:ascii="Palatino Linotype" w:hAnsi="Palatino Linotype"/>
          <w:sz w:val="18"/>
          <w:szCs w:val="18"/>
        </w:rPr>
        <w:t xml:space="preserve"> řízení.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FAB" w:rsidRDefault="00A26FAB" w:rsidP="00A26FAB">
    <w:pPr>
      <w:pStyle w:val="Zhlav"/>
      <w:jc w:val="center"/>
      <w:rPr>
        <w:rFonts w:ascii="Palatino Linotype" w:hAnsi="Palatino Linotype"/>
        <w:b/>
        <w:szCs w:val="22"/>
      </w:rPr>
    </w:pPr>
    <w:r w:rsidRPr="00A26FAB">
      <w:rPr>
        <w:rFonts w:ascii="Palatino Linotype" w:hAnsi="Palatino Linotype"/>
        <w:b/>
        <w:noProof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26FAB" w:rsidRDefault="00A26FAB" w:rsidP="00A26FAB">
    <w:pPr>
      <w:pStyle w:val="Zhlav"/>
      <w:jc w:val="center"/>
      <w:rPr>
        <w:rFonts w:ascii="Palatino Linotype" w:hAnsi="Palatino Linotype"/>
        <w:b/>
        <w:szCs w:val="22"/>
      </w:rPr>
    </w:pPr>
  </w:p>
  <w:p w:rsidR="00A26FAB" w:rsidRPr="00194D7A" w:rsidRDefault="00A26FAB" w:rsidP="00456BD2">
    <w:pPr>
      <w:pStyle w:val="Zhlav"/>
      <w:jc w:val="both"/>
      <w:rPr>
        <w:rFonts w:ascii="Palatino Linotype" w:hAnsi="Palatino Linotype"/>
        <w:b/>
        <w:szCs w:val="22"/>
      </w:rPr>
    </w:pPr>
    <w:r>
      <w:rPr>
        <w:rFonts w:ascii="Palatino Linotype" w:hAnsi="Palatino Linotype"/>
        <w:b/>
        <w:szCs w:val="22"/>
      </w:rPr>
      <w:t xml:space="preserve">Vzorový dokument č. 5a – </w:t>
    </w:r>
    <w:r w:rsidRPr="00D31F6B">
      <w:rPr>
        <w:rFonts w:ascii="Palatino Linotype" w:hAnsi="Palatino Linotype" w:cs="Calibri"/>
        <w:b/>
      </w:rPr>
      <w:t>usnesení o jmenování komise pro otevírání nabídek</w:t>
    </w:r>
    <w:r w:rsidR="00456BD2">
      <w:rPr>
        <w:rFonts w:ascii="Palatino Linotype" w:hAnsi="Palatino Linotype" w:cs="Calibri"/>
        <w:b/>
      </w:rPr>
      <w:t xml:space="preserve">/komise </w:t>
    </w:r>
    <w:r w:rsidRPr="00D31F6B">
      <w:rPr>
        <w:rFonts w:ascii="Palatino Linotype" w:hAnsi="Palatino Linotype" w:cs="Calibri"/>
        <w:b/>
      </w:rPr>
      <w:t>pro posouzení kvalifikace/</w:t>
    </w:r>
    <w:r w:rsidR="00456BD2">
      <w:rPr>
        <w:rFonts w:ascii="Palatino Linotype" w:hAnsi="Palatino Linotype" w:cs="Calibri"/>
        <w:b/>
      </w:rPr>
      <w:t>komise pro jednání/</w:t>
    </w:r>
    <w:r w:rsidRPr="00D31F6B">
      <w:rPr>
        <w:rFonts w:ascii="Palatino Linotype" w:hAnsi="Palatino Linotype" w:cs="Calibri"/>
        <w:b/>
      </w:rPr>
      <w:t>hodnoticí komise</w:t>
    </w:r>
    <w:r>
      <w:rPr>
        <w:rFonts w:ascii="Palatino Linotype" w:hAnsi="Palatino Linotype"/>
        <w:b/>
        <w:szCs w:val="22"/>
      </w:rPr>
      <w:t xml:space="preserve"> </w:t>
    </w:r>
    <w:r w:rsidR="00456BD2">
      <w:rPr>
        <w:rFonts w:ascii="Palatino Linotype" w:hAnsi="Palatino Linotype"/>
        <w:b/>
        <w:szCs w:val="22"/>
      </w:rPr>
      <w:t xml:space="preserve">(včetně důvodové </w:t>
    </w:r>
    <w:proofErr w:type="gramStart"/>
    <w:r w:rsidR="00456BD2">
      <w:rPr>
        <w:rFonts w:ascii="Palatino Linotype" w:hAnsi="Palatino Linotype"/>
        <w:b/>
        <w:szCs w:val="22"/>
      </w:rPr>
      <w:t xml:space="preserve">zprávy) </w:t>
    </w:r>
    <w:r>
      <w:rPr>
        <w:rFonts w:ascii="Palatino Linotype" w:hAnsi="Palatino Linotype"/>
        <w:b/>
        <w:i/>
      </w:rPr>
      <w:t>(pozn.</w:t>
    </w:r>
    <w:proofErr w:type="gramEnd"/>
    <w:r>
      <w:rPr>
        <w:rFonts w:ascii="Palatino Linotype" w:hAnsi="Palatino Linotype"/>
        <w:b/>
        <w:i/>
      </w:rPr>
      <w:t xml:space="preserve"> pro zpracovatele: po vyplnění nutno vymazat záhlaví, logo HMP ponechat)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9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20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A08DE"/>
    <w:rsid w:val="000F18E9"/>
    <w:rsid w:val="001215A6"/>
    <w:rsid w:val="001469E4"/>
    <w:rsid w:val="00153721"/>
    <w:rsid w:val="001756AC"/>
    <w:rsid w:val="00194D7A"/>
    <w:rsid w:val="001D1A11"/>
    <w:rsid w:val="002008FD"/>
    <w:rsid w:val="00210132"/>
    <w:rsid w:val="00214305"/>
    <w:rsid w:val="002340E5"/>
    <w:rsid w:val="002540EB"/>
    <w:rsid w:val="00254A86"/>
    <w:rsid w:val="002712A7"/>
    <w:rsid w:val="002A2B72"/>
    <w:rsid w:val="002E6A99"/>
    <w:rsid w:val="00331CDC"/>
    <w:rsid w:val="003412B2"/>
    <w:rsid w:val="00343693"/>
    <w:rsid w:val="00366AC1"/>
    <w:rsid w:val="00372C65"/>
    <w:rsid w:val="00377801"/>
    <w:rsid w:val="003E46D3"/>
    <w:rsid w:val="00414D0F"/>
    <w:rsid w:val="00424FF2"/>
    <w:rsid w:val="004479D4"/>
    <w:rsid w:val="00456BD2"/>
    <w:rsid w:val="00466EF4"/>
    <w:rsid w:val="004A6C2A"/>
    <w:rsid w:val="00530FD8"/>
    <w:rsid w:val="0054604C"/>
    <w:rsid w:val="00570D2E"/>
    <w:rsid w:val="00572C14"/>
    <w:rsid w:val="005B2234"/>
    <w:rsid w:val="005C468E"/>
    <w:rsid w:val="005F1726"/>
    <w:rsid w:val="005F177E"/>
    <w:rsid w:val="005F227C"/>
    <w:rsid w:val="00697C58"/>
    <w:rsid w:val="006B5237"/>
    <w:rsid w:val="006D0BE5"/>
    <w:rsid w:val="006F6572"/>
    <w:rsid w:val="00706964"/>
    <w:rsid w:val="00726196"/>
    <w:rsid w:val="007604FD"/>
    <w:rsid w:val="007B2FFF"/>
    <w:rsid w:val="007E4C69"/>
    <w:rsid w:val="008146E5"/>
    <w:rsid w:val="0083679B"/>
    <w:rsid w:val="00851401"/>
    <w:rsid w:val="00892708"/>
    <w:rsid w:val="008A0BF0"/>
    <w:rsid w:val="008A1B8E"/>
    <w:rsid w:val="008C435C"/>
    <w:rsid w:val="008E0181"/>
    <w:rsid w:val="008E759C"/>
    <w:rsid w:val="009412BD"/>
    <w:rsid w:val="00945C87"/>
    <w:rsid w:val="00946F57"/>
    <w:rsid w:val="00952B5B"/>
    <w:rsid w:val="0098035A"/>
    <w:rsid w:val="00992561"/>
    <w:rsid w:val="009D3CF6"/>
    <w:rsid w:val="00A016A6"/>
    <w:rsid w:val="00A25936"/>
    <w:rsid w:val="00A26FAB"/>
    <w:rsid w:val="00AE44DB"/>
    <w:rsid w:val="00B04648"/>
    <w:rsid w:val="00B15429"/>
    <w:rsid w:val="00B16738"/>
    <w:rsid w:val="00B32082"/>
    <w:rsid w:val="00B32CB3"/>
    <w:rsid w:val="00B65496"/>
    <w:rsid w:val="00B82169"/>
    <w:rsid w:val="00B90469"/>
    <w:rsid w:val="00C15D68"/>
    <w:rsid w:val="00C16E94"/>
    <w:rsid w:val="00C41CEE"/>
    <w:rsid w:val="00C60E72"/>
    <w:rsid w:val="00C77AF5"/>
    <w:rsid w:val="00C8017A"/>
    <w:rsid w:val="00C847E1"/>
    <w:rsid w:val="00CB6795"/>
    <w:rsid w:val="00CD1891"/>
    <w:rsid w:val="00CE0C4F"/>
    <w:rsid w:val="00D2312D"/>
    <w:rsid w:val="00D31F6B"/>
    <w:rsid w:val="00D572B6"/>
    <w:rsid w:val="00D667CD"/>
    <w:rsid w:val="00D67B28"/>
    <w:rsid w:val="00D713A0"/>
    <w:rsid w:val="00D7346E"/>
    <w:rsid w:val="00DF5CD1"/>
    <w:rsid w:val="00E6097F"/>
    <w:rsid w:val="00E63EB5"/>
    <w:rsid w:val="00E914AF"/>
    <w:rsid w:val="00E92492"/>
    <w:rsid w:val="00EC2ADB"/>
    <w:rsid w:val="00EF62B8"/>
    <w:rsid w:val="00F30A03"/>
    <w:rsid w:val="00F35D2E"/>
    <w:rsid w:val="00F6418E"/>
    <w:rsid w:val="00FE731F"/>
    <w:rsid w:val="00FF02C8"/>
    <w:rsid w:val="00FF4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679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83679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83679B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83679B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83679B"/>
    <w:pPr>
      <w:ind w:left="680"/>
    </w:pPr>
  </w:style>
  <w:style w:type="paragraph" w:customStyle="1" w:styleId="Ukol1">
    <w:name w:val="Ukol1"/>
    <w:basedOn w:val="Normln"/>
    <w:rsid w:val="0083679B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83679B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83679B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83679B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83679B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83679B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83679B"/>
    <w:pPr>
      <w:ind w:left="0"/>
    </w:pPr>
  </w:style>
  <w:style w:type="paragraph" w:customStyle="1" w:styleId="Odstavec4Ukol">
    <w:name w:val="Odstavec4_Ukol"/>
    <w:basedOn w:val="Odstavec4"/>
    <w:rsid w:val="0083679B"/>
  </w:style>
  <w:style w:type="character" w:customStyle="1" w:styleId="NormlnwebChar">
    <w:name w:val="Normální (web) Char"/>
    <w:basedOn w:val="Standardnpsmoodstavce"/>
    <w:rsid w:val="0083679B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83679B"/>
    <w:rPr>
      <w:rFonts w:ascii="Arial" w:hAnsi="Arial"/>
      <w:sz w:val="22"/>
      <w:szCs w:val="22"/>
    </w:rPr>
  </w:style>
  <w:style w:type="character" w:customStyle="1" w:styleId="Odstavec4UkolChar">
    <w:name w:val="Odstavec4_Ukol Char"/>
    <w:basedOn w:val="Odstavec4Char"/>
    <w:rsid w:val="0083679B"/>
  </w:style>
  <w:style w:type="character" w:customStyle="1" w:styleId="Odstavec2Char">
    <w:name w:val="Odstavec2 Char"/>
    <w:basedOn w:val="Odstavec4Char"/>
    <w:rsid w:val="0083679B"/>
  </w:style>
  <w:style w:type="paragraph" w:customStyle="1" w:styleId="Odstavec3">
    <w:name w:val="Odstavec3"/>
    <w:basedOn w:val="Normln"/>
    <w:rsid w:val="0083679B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83679B"/>
  </w:style>
  <w:style w:type="character" w:customStyle="1" w:styleId="Odstavec1Char">
    <w:name w:val="Odstavec1 Char"/>
    <w:basedOn w:val="NormlnwebChar"/>
    <w:rsid w:val="0083679B"/>
    <w:rPr>
      <w:rFonts w:ascii="Arial" w:hAnsi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83679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367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3679B"/>
  </w:style>
  <w:style w:type="paragraph" w:customStyle="1" w:styleId="PodCarou">
    <w:name w:val="PodCarou"/>
    <w:basedOn w:val="Zpat"/>
    <w:rsid w:val="0083679B"/>
    <w:rPr>
      <w:rFonts w:cs="Arial"/>
      <w:i/>
      <w:sz w:val="16"/>
    </w:rPr>
  </w:style>
  <w:style w:type="paragraph" w:customStyle="1" w:styleId="Odstavec2Ukol">
    <w:name w:val="Odstavec2_Ukol"/>
    <w:basedOn w:val="Odstavec2"/>
    <w:rsid w:val="0083679B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83679B"/>
  </w:style>
  <w:style w:type="paragraph" w:customStyle="1" w:styleId="Subjekt">
    <w:name w:val="Subjekt"/>
    <w:basedOn w:val="Normln"/>
    <w:rsid w:val="0083679B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83679B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83679B"/>
  </w:style>
  <w:style w:type="paragraph" w:customStyle="1" w:styleId="Velk1">
    <w:name w:val="Velké1"/>
    <w:basedOn w:val="Normln"/>
    <w:rsid w:val="0083679B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83679B"/>
    <w:pPr>
      <w:jc w:val="center"/>
    </w:pPr>
  </w:style>
  <w:style w:type="paragraph" w:customStyle="1" w:styleId="Usntun">
    <w:name w:val="Usntučné"/>
    <w:basedOn w:val="Normln"/>
    <w:rsid w:val="0083679B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83679B"/>
    <w:pPr>
      <w:ind w:left="1418" w:hanging="1418"/>
    </w:pPr>
  </w:style>
  <w:style w:type="paragraph" w:customStyle="1" w:styleId="Odstavec1b">
    <w:name w:val="Odstavec1b"/>
    <w:basedOn w:val="Odstavec1"/>
    <w:rsid w:val="0083679B"/>
    <w:pPr>
      <w:ind w:left="680" w:firstLine="0"/>
    </w:pPr>
  </w:style>
  <w:style w:type="paragraph" w:customStyle="1" w:styleId="Odstavec2b">
    <w:name w:val="Odstavec2b"/>
    <w:basedOn w:val="Odstavec2"/>
    <w:rsid w:val="0083679B"/>
  </w:style>
  <w:style w:type="paragraph" w:customStyle="1" w:styleId="Odstavec3b">
    <w:name w:val="Odstavec3b"/>
    <w:basedOn w:val="Odstavec3"/>
    <w:rsid w:val="0083679B"/>
  </w:style>
  <w:style w:type="paragraph" w:customStyle="1" w:styleId="Odstavec4b">
    <w:name w:val="Odstavec4b"/>
    <w:basedOn w:val="Odstavec4"/>
    <w:rsid w:val="0083679B"/>
  </w:style>
  <w:style w:type="paragraph" w:customStyle="1" w:styleId="NositelUkolu0Bez">
    <w:name w:val="NositelUkolu_0Bez"/>
    <w:basedOn w:val="NositelUkolu0"/>
    <w:rsid w:val="0083679B"/>
    <w:rPr>
      <w:u w:val="none"/>
    </w:rPr>
  </w:style>
  <w:style w:type="paragraph" w:customStyle="1" w:styleId="NositelUkolu1Bez">
    <w:name w:val="NositelUkolu_1Bez"/>
    <w:basedOn w:val="NositelUkolu1"/>
    <w:rsid w:val="0083679B"/>
    <w:rPr>
      <w:u w:val="none"/>
    </w:rPr>
  </w:style>
  <w:style w:type="paragraph" w:customStyle="1" w:styleId="NositelUkolu2Bez">
    <w:name w:val="NositelUkolu_2Bez"/>
    <w:basedOn w:val="NositelUkolu1Bez"/>
    <w:rsid w:val="0083679B"/>
    <w:pPr>
      <w:jc w:val="left"/>
    </w:pPr>
  </w:style>
  <w:style w:type="paragraph" w:customStyle="1" w:styleId="NositelUkolu3Bez">
    <w:name w:val="NositelUkolu_3Bez"/>
    <w:basedOn w:val="NositelUkolu3"/>
    <w:rsid w:val="0083679B"/>
    <w:rPr>
      <w:u w:val="none"/>
    </w:rPr>
  </w:style>
  <w:style w:type="paragraph" w:customStyle="1" w:styleId="HorniIndex1">
    <w:name w:val="HorniIndex1"/>
    <w:basedOn w:val="Odstavec1"/>
    <w:rsid w:val="0083679B"/>
    <w:rPr>
      <w:vertAlign w:val="superscript"/>
    </w:rPr>
  </w:style>
  <w:style w:type="paragraph" w:customStyle="1" w:styleId="Odstavec1Rekapb">
    <w:name w:val="Odstavec1_Rekapb"/>
    <w:basedOn w:val="Odstavec1"/>
    <w:rsid w:val="0083679B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83679B"/>
  </w:style>
  <w:style w:type="paragraph" w:customStyle="1" w:styleId="SubjektHorniIndex">
    <w:name w:val="SubjektHorniIndex"/>
    <w:basedOn w:val="Subjekt"/>
    <w:rsid w:val="0083679B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komente">
    <w:name w:val="annotation text"/>
    <w:basedOn w:val="Normln"/>
    <w:link w:val="TextkomenteChar"/>
    <w:semiHidden/>
    <w:unhideWhenUsed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24FF2"/>
  </w:style>
  <w:style w:type="paragraph" w:customStyle="1" w:styleId="Styl2">
    <w:name w:val="Styl2"/>
    <w:basedOn w:val="Normln"/>
    <w:rsid w:val="00424FF2"/>
    <w:pPr>
      <w:numPr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8"/>
      <w:szCs w:val="24"/>
    </w:rPr>
  </w:style>
  <w:style w:type="paragraph" w:customStyle="1" w:styleId="Styl3">
    <w:name w:val="Styl3"/>
    <w:basedOn w:val="Normln"/>
    <w:qFormat/>
    <w:rsid w:val="00424FF2"/>
    <w:pPr>
      <w:numPr>
        <w:ilvl w:val="1"/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4"/>
      <w:szCs w:val="24"/>
    </w:rPr>
  </w:style>
  <w:style w:type="character" w:styleId="Odkaznakoment">
    <w:name w:val="annotation reference"/>
    <w:semiHidden/>
    <w:unhideWhenUsed/>
    <w:rsid w:val="00424FF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FF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24FF2"/>
  </w:style>
  <w:style w:type="character" w:styleId="Znakapoznpodarou">
    <w:name w:val="footnote reference"/>
    <w:semiHidden/>
    <w:rsid w:val="00424F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13B23-BCDF-4294-BDEE-86F3D86C8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20</TotalTime>
  <Pages>3</Pages>
  <Words>289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Hubert Josef,Mgr.</dc:creator>
  <cp:lastModifiedBy>Lenka Lelitovská</cp:lastModifiedBy>
  <cp:revision>9</cp:revision>
  <cp:lastPrinted>1601-01-01T00:00:00Z</cp:lastPrinted>
  <dcterms:created xsi:type="dcterms:W3CDTF">2016-10-13T12:24:00Z</dcterms:created>
  <dcterms:modified xsi:type="dcterms:W3CDTF">2016-10-25T09:14:00Z</dcterms:modified>
</cp:coreProperties>
</file>